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D72C8" w14:textId="77777777" w:rsidR="00B964F8" w:rsidRPr="0013378E" w:rsidRDefault="00B964F8" w:rsidP="0044757F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69F93F31" w14:textId="3F7330D9"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C7D17">
        <w:rPr>
          <w:rFonts w:ascii="Cambria" w:hAnsi="Cambria" w:cs="Arial"/>
          <w:b/>
          <w:bCs/>
          <w:sz w:val="22"/>
          <w:szCs w:val="22"/>
        </w:rPr>
        <w:t>13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9FA2128" w14:textId="77777777" w:rsidR="00B42B4F" w:rsidRPr="00A46825" w:rsidRDefault="00B42B4F" w:rsidP="00B42B4F">
      <w:pPr>
        <w:jc w:val="right"/>
        <w:rPr>
          <w:b/>
          <w:bCs/>
        </w:rPr>
      </w:pPr>
    </w:p>
    <w:p w14:paraId="122414AB" w14:textId="77777777" w:rsidR="0098667C" w:rsidRDefault="0098667C" w:rsidP="00B42B4F">
      <w:pPr>
        <w:tabs>
          <w:tab w:val="left" w:pos="6804"/>
        </w:tabs>
        <w:jc w:val="center"/>
        <w:rPr>
          <w:rFonts w:ascii="Times New Roman" w:hAnsi="Times New Roman"/>
          <w:b/>
          <w:bCs/>
        </w:rPr>
      </w:pPr>
    </w:p>
    <w:p w14:paraId="02E04987" w14:textId="77777777" w:rsidR="003D2344" w:rsidRDefault="003D2344" w:rsidP="00B42B4F">
      <w:pPr>
        <w:tabs>
          <w:tab w:val="left" w:pos="6804"/>
        </w:tabs>
        <w:jc w:val="center"/>
        <w:rPr>
          <w:b/>
          <w:sz w:val="28"/>
          <w:szCs w:val="28"/>
        </w:rPr>
      </w:pPr>
    </w:p>
    <w:p w14:paraId="0D39A337" w14:textId="77777777" w:rsidR="00B42B4F" w:rsidRPr="00A46825" w:rsidRDefault="00B42B4F" w:rsidP="00B42B4F">
      <w:pPr>
        <w:tabs>
          <w:tab w:val="left" w:pos="6804"/>
        </w:tabs>
        <w:jc w:val="center"/>
        <w:rPr>
          <w:b/>
          <w:sz w:val="28"/>
          <w:szCs w:val="28"/>
        </w:rPr>
      </w:pPr>
    </w:p>
    <w:p w14:paraId="77372635" w14:textId="77777777" w:rsidR="00B42B4F" w:rsidRPr="00A46825" w:rsidRDefault="00B42B4F" w:rsidP="00B42B4F">
      <w:pPr>
        <w:jc w:val="center"/>
        <w:rPr>
          <w:b/>
          <w:sz w:val="28"/>
          <w:szCs w:val="28"/>
        </w:rPr>
      </w:pPr>
      <w:r w:rsidRPr="00A46825">
        <w:rPr>
          <w:b/>
          <w:sz w:val="28"/>
          <w:szCs w:val="28"/>
        </w:rPr>
        <w:t>WYKAZ OFEROWANEGO SPRZĘTU</w:t>
      </w:r>
      <w:r w:rsidR="00EC69B8">
        <w:rPr>
          <w:b/>
          <w:sz w:val="28"/>
          <w:szCs w:val="28"/>
        </w:rPr>
        <w:t xml:space="preserve"> / OPROGRAMOWANIA*</w:t>
      </w:r>
    </w:p>
    <w:p w14:paraId="19C1A60F" w14:textId="77777777" w:rsidR="00B42B4F" w:rsidRDefault="00B42B4F" w:rsidP="00B42B4F">
      <w:pPr>
        <w:jc w:val="center"/>
      </w:pPr>
    </w:p>
    <w:p w14:paraId="350C4905" w14:textId="77777777" w:rsidR="0098667C" w:rsidRPr="00A46825" w:rsidRDefault="00A110E4" w:rsidP="00A110E4">
      <w:r>
        <w:t>*</w:t>
      </w:r>
      <w:r w:rsidRPr="00A110E4">
        <w:rPr>
          <w:sz w:val="16"/>
          <w:szCs w:val="16"/>
        </w:rPr>
        <w:t>niepotrzebne skreślić</w:t>
      </w:r>
    </w:p>
    <w:p w14:paraId="335A07CE" w14:textId="77777777" w:rsidR="00B42B4F" w:rsidRDefault="00B42B4F" w:rsidP="00B42B4F">
      <w:pPr>
        <w:jc w:val="center"/>
      </w:pPr>
    </w:p>
    <w:p w14:paraId="1FEA2C26" w14:textId="77777777" w:rsidR="008F7464" w:rsidRPr="00A46825" w:rsidRDefault="008F7464" w:rsidP="00B42B4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551"/>
        <w:gridCol w:w="2942"/>
      </w:tblGrid>
      <w:tr w:rsidR="00B42B4F" w:rsidRPr="00A46825" w14:paraId="11A6EFF4" w14:textId="77777777" w:rsidTr="0011557A">
        <w:tc>
          <w:tcPr>
            <w:tcW w:w="959" w:type="dxa"/>
            <w:shd w:val="clear" w:color="auto" w:fill="auto"/>
          </w:tcPr>
          <w:p w14:paraId="75AC7E20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  <w:p w14:paraId="756F8709" w14:textId="77777777"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Nr zał.</w:t>
            </w:r>
          </w:p>
          <w:p w14:paraId="529C5662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52AAE004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  <w:p w14:paraId="0060E14F" w14:textId="77777777"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Nazwa sprzętu</w:t>
            </w:r>
          </w:p>
        </w:tc>
        <w:tc>
          <w:tcPr>
            <w:tcW w:w="2551" w:type="dxa"/>
            <w:shd w:val="clear" w:color="auto" w:fill="auto"/>
          </w:tcPr>
          <w:p w14:paraId="1FB03DBC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  <w:p w14:paraId="473D2B51" w14:textId="77777777"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Model</w:t>
            </w:r>
          </w:p>
        </w:tc>
        <w:tc>
          <w:tcPr>
            <w:tcW w:w="2942" w:type="dxa"/>
            <w:shd w:val="clear" w:color="auto" w:fill="auto"/>
          </w:tcPr>
          <w:p w14:paraId="10B3985F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  <w:p w14:paraId="54E93519" w14:textId="77777777"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Symbol producenta</w:t>
            </w:r>
          </w:p>
        </w:tc>
      </w:tr>
      <w:tr w:rsidR="00B42B4F" w:rsidRPr="00A46825" w14:paraId="6CB5DB0E" w14:textId="77777777" w:rsidTr="0011557A">
        <w:tc>
          <w:tcPr>
            <w:tcW w:w="959" w:type="dxa"/>
            <w:shd w:val="clear" w:color="auto" w:fill="auto"/>
          </w:tcPr>
          <w:p w14:paraId="4C501E62" w14:textId="77777777" w:rsidR="00B42B4F" w:rsidRPr="00A46825" w:rsidRDefault="00B42B4F" w:rsidP="0011557A">
            <w:r w:rsidRPr="00A46825">
              <w:t>1.</w:t>
            </w:r>
          </w:p>
        </w:tc>
        <w:tc>
          <w:tcPr>
            <w:tcW w:w="2835" w:type="dxa"/>
            <w:shd w:val="clear" w:color="auto" w:fill="auto"/>
          </w:tcPr>
          <w:p w14:paraId="38AA7F07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7FD7F8D2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1B7182DB" w14:textId="77777777" w:rsidR="00B42B4F" w:rsidRPr="00A46825" w:rsidRDefault="00B42B4F" w:rsidP="0011557A"/>
        </w:tc>
      </w:tr>
      <w:tr w:rsidR="00B42B4F" w:rsidRPr="00A46825" w14:paraId="606C2B58" w14:textId="77777777" w:rsidTr="0011557A">
        <w:tc>
          <w:tcPr>
            <w:tcW w:w="959" w:type="dxa"/>
            <w:shd w:val="clear" w:color="auto" w:fill="auto"/>
          </w:tcPr>
          <w:p w14:paraId="17A19D94" w14:textId="77777777" w:rsidR="00B42B4F" w:rsidRPr="00A46825" w:rsidRDefault="0009472C" w:rsidP="0011557A">
            <w:r>
              <w:t>2.</w:t>
            </w:r>
          </w:p>
        </w:tc>
        <w:tc>
          <w:tcPr>
            <w:tcW w:w="2835" w:type="dxa"/>
            <w:shd w:val="clear" w:color="auto" w:fill="auto"/>
          </w:tcPr>
          <w:p w14:paraId="2E26E30D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24E12A9D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6D2C880C" w14:textId="77777777" w:rsidR="00B42B4F" w:rsidRPr="00A46825" w:rsidRDefault="00B42B4F" w:rsidP="0011557A"/>
        </w:tc>
      </w:tr>
      <w:tr w:rsidR="00B42B4F" w:rsidRPr="00A46825" w14:paraId="18E318B3" w14:textId="77777777" w:rsidTr="0011557A">
        <w:tc>
          <w:tcPr>
            <w:tcW w:w="959" w:type="dxa"/>
            <w:shd w:val="clear" w:color="auto" w:fill="auto"/>
          </w:tcPr>
          <w:p w14:paraId="30C7B9E5" w14:textId="77777777" w:rsidR="00B42B4F" w:rsidRPr="00A46825" w:rsidRDefault="0009472C" w:rsidP="0011557A">
            <w:r>
              <w:t>3.</w:t>
            </w:r>
          </w:p>
        </w:tc>
        <w:tc>
          <w:tcPr>
            <w:tcW w:w="2835" w:type="dxa"/>
            <w:shd w:val="clear" w:color="auto" w:fill="auto"/>
          </w:tcPr>
          <w:p w14:paraId="79334162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3E603979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0C89ADF4" w14:textId="77777777" w:rsidR="00B42B4F" w:rsidRPr="00A46825" w:rsidRDefault="00B42B4F" w:rsidP="0011557A"/>
        </w:tc>
      </w:tr>
      <w:tr w:rsidR="00B42B4F" w:rsidRPr="00A46825" w14:paraId="69D5662B" w14:textId="77777777" w:rsidTr="0011557A">
        <w:tc>
          <w:tcPr>
            <w:tcW w:w="959" w:type="dxa"/>
            <w:shd w:val="clear" w:color="auto" w:fill="auto"/>
          </w:tcPr>
          <w:p w14:paraId="5B374133" w14:textId="77777777" w:rsidR="00B42B4F" w:rsidRPr="00A46825" w:rsidRDefault="00525246" w:rsidP="0011557A">
            <w:r>
              <w:t>c.d.</w:t>
            </w:r>
            <w:r w:rsidR="0009472C">
              <w:t>….</w:t>
            </w:r>
          </w:p>
        </w:tc>
        <w:tc>
          <w:tcPr>
            <w:tcW w:w="2835" w:type="dxa"/>
            <w:shd w:val="clear" w:color="auto" w:fill="auto"/>
          </w:tcPr>
          <w:p w14:paraId="71CD27E0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667FC139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4E24837E" w14:textId="77777777" w:rsidR="00B42B4F" w:rsidRPr="00A46825" w:rsidRDefault="00B42B4F" w:rsidP="0011557A"/>
        </w:tc>
      </w:tr>
      <w:tr w:rsidR="00B42B4F" w:rsidRPr="00A46825" w14:paraId="547CF2EF" w14:textId="77777777" w:rsidTr="0011557A">
        <w:tc>
          <w:tcPr>
            <w:tcW w:w="959" w:type="dxa"/>
            <w:shd w:val="clear" w:color="auto" w:fill="auto"/>
          </w:tcPr>
          <w:p w14:paraId="3ABD60F4" w14:textId="77777777" w:rsidR="00B42B4F" w:rsidRPr="00A46825" w:rsidRDefault="00B42B4F" w:rsidP="0011557A"/>
        </w:tc>
        <w:tc>
          <w:tcPr>
            <w:tcW w:w="2835" w:type="dxa"/>
            <w:shd w:val="clear" w:color="auto" w:fill="auto"/>
          </w:tcPr>
          <w:p w14:paraId="0E3D489C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60174596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77D57F2E" w14:textId="77777777" w:rsidR="00B42B4F" w:rsidRPr="00A46825" w:rsidRDefault="00B42B4F" w:rsidP="0011557A"/>
        </w:tc>
      </w:tr>
      <w:tr w:rsidR="00B42B4F" w:rsidRPr="00A46825" w14:paraId="08BFCA35" w14:textId="77777777" w:rsidTr="0011557A">
        <w:tc>
          <w:tcPr>
            <w:tcW w:w="959" w:type="dxa"/>
            <w:shd w:val="clear" w:color="auto" w:fill="auto"/>
          </w:tcPr>
          <w:p w14:paraId="588091F7" w14:textId="77777777" w:rsidR="00B42B4F" w:rsidRPr="00A46825" w:rsidRDefault="00B42B4F" w:rsidP="0011557A"/>
        </w:tc>
        <w:tc>
          <w:tcPr>
            <w:tcW w:w="2835" w:type="dxa"/>
            <w:shd w:val="clear" w:color="auto" w:fill="auto"/>
          </w:tcPr>
          <w:p w14:paraId="576C9416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7B79E449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0E37ABA0" w14:textId="77777777" w:rsidR="00B42B4F" w:rsidRPr="00A46825" w:rsidRDefault="00B42B4F" w:rsidP="0011557A"/>
        </w:tc>
      </w:tr>
    </w:tbl>
    <w:p w14:paraId="40BD05C2" w14:textId="77777777" w:rsidR="00B42B4F" w:rsidRPr="00A46825" w:rsidRDefault="00B42B4F" w:rsidP="00B42B4F"/>
    <w:p w14:paraId="2E92A74A" w14:textId="77777777" w:rsidR="00B42B4F" w:rsidRPr="00A46825" w:rsidRDefault="00B42B4F" w:rsidP="00B42B4F"/>
    <w:p w14:paraId="4B28841E" w14:textId="77777777" w:rsidR="00B42B4F" w:rsidRPr="00A46825" w:rsidRDefault="00B42B4F" w:rsidP="00B42B4F"/>
    <w:p w14:paraId="6C61629D" w14:textId="77777777" w:rsidR="00B42B4F" w:rsidRPr="00A46825" w:rsidRDefault="00B42B4F" w:rsidP="00B42B4F"/>
    <w:p w14:paraId="6F111A91" w14:textId="77777777" w:rsidR="00B42B4F" w:rsidRPr="00A46825" w:rsidRDefault="00B42B4F" w:rsidP="00B42B4F"/>
    <w:p w14:paraId="7E351E7D" w14:textId="77777777" w:rsidR="00B42B4F" w:rsidRPr="00A46825" w:rsidRDefault="00B42B4F" w:rsidP="00B42B4F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56DF9E51" w14:textId="77777777" w:rsidR="00B42B4F" w:rsidRPr="00A46825" w:rsidRDefault="00B42B4F" w:rsidP="00B42B4F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5BC95B79" w14:textId="77777777"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56C706D3" w14:textId="77777777" w:rsidR="00E60581" w:rsidRPr="0013378E" w:rsidRDefault="00E60581" w:rsidP="00E60581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13378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14:paraId="2C5DACA3" w14:textId="77777777" w:rsidR="004078DE" w:rsidRPr="00C707EF" w:rsidRDefault="004078DE" w:rsidP="004078DE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14:paraId="20B4B6D8" w14:textId="77777777" w:rsidR="004078DE" w:rsidRDefault="004078DE" w:rsidP="004078DE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14:paraId="4FD736D6" w14:textId="77777777" w:rsidR="00E60581" w:rsidRPr="0013378E" w:rsidRDefault="00E60581" w:rsidP="00E60581">
      <w:pPr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0E5F9CB1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50AE9D4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EB90DFC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C5A3737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C051B6F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AFA653D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30AAEEE" w14:textId="0D6007A7" w:rsidR="00531E4B" w:rsidRDefault="00531E4B" w:rsidP="009B0710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38123F4D" w14:textId="77777777" w:rsidR="00AC1A2C" w:rsidRPr="0013378E" w:rsidRDefault="00AC1A2C" w:rsidP="009B0710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sectPr w:rsidR="00AC1A2C" w:rsidRPr="0013378E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14D63" w14:textId="77777777" w:rsidR="009014DF" w:rsidRDefault="009014DF">
      <w:r>
        <w:separator/>
      </w:r>
    </w:p>
    <w:p w14:paraId="4B0287E9" w14:textId="77777777" w:rsidR="009014DF" w:rsidRDefault="009014DF"/>
  </w:endnote>
  <w:endnote w:type="continuationSeparator" w:id="0">
    <w:p w14:paraId="0E7D969E" w14:textId="77777777" w:rsidR="009014DF" w:rsidRDefault="009014DF">
      <w:r>
        <w:continuationSeparator/>
      </w:r>
    </w:p>
    <w:p w14:paraId="0307EE9D" w14:textId="77777777" w:rsidR="009014DF" w:rsidRDefault="00901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9F29" w14:textId="77777777"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14:paraId="24D2AFD4" w14:textId="77777777" w:rsidR="00CC1E27" w:rsidRDefault="00CC1E27"/>
  <w:p w14:paraId="41B019E1" w14:textId="77777777" w:rsidR="00CC1E27" w:rsidRDefault="00CC1E27"/>
  <w:p w14:paraId="1BDD999E" w14:textId="77777777" w:rsidR="00CC1E27" w:rsidRDefault="00CC1E27"/>
  <w:p w14:paraId="1F5B03D0" w14:textId="77777777" w:rsidR="00CC1E27" w:rsidRDefault="00296FE1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01AE0BFF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D4EB2" w14:textId="77777777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98667C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98667C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</w:p>
  <w:p w14:paraId="4F60BC33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32FD" w14:textId="1645AC14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1A5738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1A5738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</w:p>
  <w:p w14:paraId="098C1E02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87E06" w14:textId="77777777" w:rsidR="009014DF" w:rsidRDefault="009014DF">
      <w:r>
        <w:separator/>
      </w:r>
    </w:p>
    <w:p w14:paraId="14C7923C" w14:textId="77777777" w:rsidR="009014DF" w:rsidRDefault="009014DF"/>
  </w:footnote>
  <w:footnote w:type="continuationSeparator" w:id="0">
    <w:p w14:paraId="41FEE3FA" w14:textId="77777777" w:rsidR="009014DF" w:rsidRDefault="009014DF">
      <w:r>
        <w:continuationSeparator/>
      </w:r>
    </w:p>
    <w:p w14:paraId="6A7CD2BF" w14:textId="77777777" w:rsidR="009014DF" w:rsidRDefault="009014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320693985">
    <w:abstractNumId w:val="80"/>
  </w:num>
  <w:num w:numId="2" w16cid:durableId="450051958">
    <w:abstractNumId w:val="4"/>
  </w:num>
  <w:num w:numId="3" w16cid:durableId="1243031815">
    <w:abstractNumId w:val="8"/>
  </w:num>
  <w:num w:numId="4" w16cid:durableId="725757813">
    <w:abstractNumId w:val="65"/>
  </w:num>
  <w:num w:numId="5" w16cid:durableId="2025591129">
    <w:abstractNumId w:val="25"/>
  </w:num>
  <w:num w:numId="6" w16cid:durableId="895821742">
    <w:abstractNumId w:val="45"/>
  </w:num>
  <w:num w:numId="7" w16cid:durableId="15744376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9536678">
    <w:abstractNumId w:val="74"/>
    <w:lvlOverride w:ilvl="0">
      <w:startOverride w:val="1"/>
    </w:lvlOverride>
  </w:num>
  <w:num w:numId="9" w16cid:durableId="108816693">
    <w:abstractNumId w:val="66"/>
    <w:lvlOverride w:ilvl="0">
      <w:startOverride w:val="1"/>
    </w:lvlOverride>
  </w:num>
  <w:num w:numId="10" w16cid:durableId="1378623633">
    <w:abstractNumId w:val="47"/>
    <w:lvlOverride w:ilvl="0">
      <w:startOverride w:val="1"/>
    </w:lvlOverride>
  </w:num>
  <w:num w:numId="11" w16cid:durableId="95367307">
    <w:abstractNumId w:val="66"/>
  </w:num>
  <w:num w:numId="12" w16cid:durableId="1662614111">
    <w:abstractNumId w:val="47"/>
  </w:num>
  <w:num w:numId="13" w16cid:durableId="2139906590">
    <w:abstractNumId w:val="69"/>
  </w:num>
  <w:num w:numId="14" w16cid:durableId="481115329">
    <w:abstractNumId w:val="35"/>
  </w:num>
  <w:num w:numId="15" w16cid:durableId="847907987">
    <w:abstractNumId w:val="85"/>
  </w:num>
  <w:num w:numId="16" w16cid:durableId="1915701245">
    <w:abstractNumId w:val="83"/>
  </w:num>
  <w:num w:numId="17" w16cid:durableId="1592276070">
    <w:abstractNumId w:val="13"/>
  </w:num>
  <w:num w:numId="18" w16cid:durableId="973559068">
    <w:abstractNumId w:val="32"/>
  </w:num>
  <w:num w:numId="19" w16cid:durableId="1935822428">
    <w:abstractNumId w:val="6"/>
  </w:num>
  <w:num w:numId="20" w16cid:durableId="1708870714">
    <w:abstractNumId w:val="26"/>
  </w:num>
  <w:num w:numId="21" w16cid:durableId="483543977">
    <w:abstractNumId w:val="58"/>
  </w:num>
  <w:num w:numId="22" w16cid:durableId="784690040">
    <w:abstractNumId w:val="63"/>
  </w:num>
  <w:num w:numId="23" w16cid:durableId="484977382">
    <w:abstractNumId w:val="50"/>
  </w:num>
  <w:num w:numId="24" w16cid:durableId="1674340282">
    <w:abstractNumId w:val="71"/>
  </w:num>
  <w:num w:numId="25" w16cid:durableId="1347487211">
    <w:abstractNumId w:val="28"/>
  </w:num>
  <w:num w:numId="26" w16cid:durableId="639724628">
    <w:abstractNumId w:val="54"/>
  </w:num>
  <w:num w:numId="27" w16cid:durableId="1137183583">
    <w:abstractNumId w:val="53"/>
  </w:num>
  <w:num w:numId="28" w16cid:durableId="1250656235">
    <w:abstractNumId w:val="49"/>
  </w:num>
  <w:num w:numId="29" w16cid:durableId="1186141323">
    <w:abstractNumId w:val="77"/>
  </w:num>
  <w:num w:numId="30" w16cid:durableId="1550528112">
    <w:abstractNumId w:val="86"/>
  </w:num>
  <w:num w:numId="31" w16cid:durableId="2102218712">
    <w:abstractNumId w:val="17"/>
  </w:num>
  <w:num w:numId="32" w16cid:durableId="1290283940">
    <w:abstractNumId w:val="10"/>
  </w:num>
  <w:num w:numId="33" w16cid:durableId="951088960">
    <w:abstractNumId w:val="29"/>
  </w:num>
  <w:num w:numId="34" w16cid:durableId="1730688995">
    <w:abstractNumId w:val="61"/>
  </w:num>
  <w:num w:numId="35" w16cid:durableId="1405447610">
    <w:abstractNumId w:val="52"/>
  </w:num>
  <w:num w:numId="36" w16cid:durableId="1982299178">
    <w:abstractNumId w:val="21"/>
  </w:num>
  <w:num w:numId="37" w16cid:durableId="2046520985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6262938">
    <w:abstractNumId w:val="46"/>
  </w:num>
  <w:num w:numId="39" w16cid:durableId="1405451755">
    <w:abstractNumId w:val="87"/>
  </w:num>
  <w:num w:numId="40" w16cid:durableId="984747601">
    <w:abstractNumId w:val="1"/>
  </w:num>
  <w:num w:numId="41" w16cid:durableId="1474324083">
    <w:abstractNumId w:val="3"/>
  </w:num>
  <w:num w:numId="42" w16cid:durableId="692534824">
    <w:abstractNumId w:val="67"/>
  </w:num>
  <w:num w:numId="43" w16cid:durableId="721904024">
    <w:abstractNumId w:val="59"/>
  </w:num>
  <w:num w:numId="44" w16cid:durableId="827478414">
    <w:abstractNumId w:val="37"/>
  </w:num>
  <w:num w:numId="45" w16cid:durableId="109200970">
    <w:abstractNumId w:val="42"/>
  </w:num>
  <w:num w:numId="46" w16cid:durableId="54788420">
    <w:abstractNumId w:val="64"/>
  </w:num>
  <w:num w:numId="47" w16cid:durableId="556748499">
    <w:abstractNumId w:val="60"/>
  </w:num>
  <w:num w:numId="48" w16cid:durableId="527135890">
    <w:abstractNumId w:val="12"/>
  </w:num>
  <w:num w:numId="49" w16cid:durableId="1713922386">
    <w:abstractNumId w:val="68"/>
  </w:num>
  <w:num w:numId="50" w16cid:durableId="1383599780">
    <w:abstractNumId w:val="78"/>
  </w:num>
  <w:num w:numId="51" w16cid:durableId="2048219088">
    <w:abstractNumId w:val="19"/>
  </w:num>
  <w:num w:numId="52" w16cid:durableId="1625427639">
    <w:abstractNumId w:val="39"/>
  </w:num>
  <w:num w:numId="53" w16cid:durableId="645089189">
    <w:abstractNumId w:val="55"/>
  </w:num>
  <w:num w:numId="54" w16cid:durableId="332494545">
    <w:abstractNumId w:val="38"/>
  </w:num>
  <w:num w:numId="55" w16cid:durableId="1959799546">
    <w:abstractNumId w:val="36"/>
  </w:num>
  <w:num w:numId="56" w16cid:durableId="1627467835">
    <w:abstractNumId w:val="15"/>
  </w:num>
  <w:num w:numId="57" w16cid:durableId="1591427550">
    <w:abstractNumId w:val="30"/>
  </w:num>
  <w:num w:numId="58" w16cid:durableId="1397241722">
    <w:abstractNumId w:val="84"/>
  </w:num>
  <w:num w:numId="59" w16cid:durableId="516967159">
    <w:abstractNumId w:val="41"/>
  </w:num>
  <w:num w:numId="60" w16cid:durableId="1449817169">
    <w:abstractNumId w:val="56"/>
  </w:num>
  <w:num w:numId="61" w16cid:durableId="832260337">
    <w:abstractNumId w:val="51"/>
  </w:num>
  <w:num w:numId="62" w16cid:durableId="1276327283">
    <w:abstractNumId w:val="33"/>
  </w:num>
  <w:num w:numId="63" w16cid:durableId="1597445631">
    <w:abstractNumId w:val="7"/>
  </w:num>
  <w:num w:numId="64" w16cid:durableId="16378779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6299439">
    <w:abstractNumId w:val="44"/>
  </w:num>
  <w:num w:numId="66" w16cid:durableId="1621649017">
    <w:abstractNumId w:val="70"/>
  </w:num>
  <w:num w:numId="67" w16cid:durableId="809446620">
    <w:abstractNumId w:val="14"/>
  </w:num>
  <w:num w:numId="68" w16cid:durableId="1377241737">
    <w:abstractNumId w:val="73"/>
  </w:num>
  <w:num w:numId="69" w16cid:durableId="1782723864">
    <w:abstractNumId w:val="34"/>
  </w:num>
  <w:num w:numId="70" w16cid:durableId="386146129">
    <w:abstractNumId w:val="27"/>
  </w:num>
  <w:num w:numId="71" w16cid:durableId="1810593539">
    <w:abstractNumId w:val="43"/>
  </w:num>
  <w:num w:numId="72" w16cid:durableId="263878969">
    <w:abstractNumId w:val="75"/>
  </w:num>
  <w:num w:numId="73" w16cid:durableId="1585526255">
    <w:abstractNumId w:val="2"/>
  </w:num>
  <w:num w:numId="74" w16cid:durableId="253168307">
    <w:abstractNumId w:val="40"/>
  </w:num>
  <w:num w:numId="75" w16cid:durableId="378936188">
    <w:abstractNumId w:val="11"/>
  </w:num>
  <w:num w:numId="76" w16cid:durableId="264461445">
    <w:abstractNumId w:val="5"/>
  </w:num>
  <w:num w:numId="77" w16cid:durableId="1319647925">
    <w:abstractNumId w:val="9"/>
  </w:num>
  <w:num w:numId="78" w16cid:durableId="455877916">
    <w:abstractNumId w:val="62"/>
  </w:num>
  <w:num w:numId="79" w16cid:durableId="2019655078">
    <w:abstractNumId w:val="82"/>
  </w:num>
  <w:num w:numId="80" w16cid:durableId="936719201">
    <w:abstractNumId w:val="31"/>
  </w:num>
  <w:num w:numId="81" w16cid:durableId="1205217106">
    <w:abstractNumId w:val="23"/>
  </w:num>
  <w:num w:numId="82" w16cid:durableId="1756442129">
    <w:abstractNumId w:val="72"/>
  </w:num>
  <w:num w:numId="83" w16cid:durableId="1192182207">
    <w:abstractNumId w:val="18"/>
  </w:num>
  <w:num w:numId="84" w16cid:durableId="40400965">
    <w:abstractNumId w:val="76"/>
  </w:num>
  <w:num w:numId="85" w16cid:durableId="1598975138">
    <w:abstractNumId w:val="20"/>
  </w:num>
  <w:num w:numId="86" w16cid:durableId="1314411824">
    <w:abstractNumId w:val="54"/>
  </w:num>
  <w:num w:numId="87" w16cid:durableId="1251548781">
    <w:abstractNumId w:val="81"/>
  </w:num>
  <w:num w:numId="88" w16cid:durableId="315452785">
    <w:abstractNumId w:val="48"/>
  </w:num>
  <w:num w:numId="89" w16cid:durableId="43407748">
    <w:abstractNumId w:val="57"/>
  </w:num>
  <w:num w:numId="90" w16cid:durableId="1870338956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5DCE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472C"/>
    <w:rsid w:val="0009572A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07E0"/>
    <w:rsid w:val="000D1A0D"/>
    <w:rsid w:val="000D437B"/>
    <w:rsid w:val="000E09AE"/>
    <w:rsid w:val="000E1449"/>
    <w:rsid w:val="000F22D4"/>
    <w:rsid w:val="000F3ACC"/>
    <w:rsid w:val="000F6D7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A5738"/>
    <w:rsid w:val="001B2E14"/>
    <w:rsid w:val="001B5B26"/>
    <w:rsid w:val="001C1C39"/>
    <w:rsid w:val="001C7EBD"/>
    <w:rsid w:val="001D1389"/>
    <w:rsid w:val="001D18EA"/>
    <w:rsid w:val="001D661C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FE1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344"/>
    <w:rsid w:val="003D2B62"/>
    <w:rsid w:val="003E13B8"/>
    <w:rsid w:val="003E16AF"/>
    <w:rsid w:val="003E1A15"/>
    <w:rsid w:val="003E4290"/>
    <w:rsid w:val="003E5D58"/>
    <w:rsid w:val="003E666E"/>
    <w:rsid w:val="004007F2"/>
    <w:rsid w:val="004042F3"/>
    <w:rsid w:val="004078DE"/>
    <w:rsid w:val="00411B4A"/>
    <w:rsid w:val="00413DCC"/>
    <w:rsid w:val="00415A0C"/>
    <w:rsid w:val="00420392"/>
    <w:rsid w:val="00420A6B"/>
    <w:rsid w:val="0042205E"/>
    <w:rsid w:val="00422558"/>
    <w:rsid w:val="00423AE5"/>
    <w:rsid w:val="004327FD"/>
    <w:rsid w:val="004408CD"/>
    <w:rsid w:val="0044757F"/>
    <w:rsid w:val="00453560"/>
    <w:rsid w:val="00456A94"/>
    <w:rsid w:val="00465CC0"/>
    <w:rsid w:val="00467FAE"/>
    <w:rsid w:val="004762D5"/>
    <w:rsid w:val="004802E8"/>
    <w:rsid w:val="00482884"/>
    <w:rsid w:val="00483222"/>
    <w:rsid w:val="00487418"/>
    <w:rsid w:val="00490D5C"/>
    <w:rsid w:val="004B32E4"/>
    <w:rsid w:val="004C0106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25246"/>
    <w:rsid w:val="00531DBE"/>
    <w:rsid w:val="00531E4B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365DF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6505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63C63"/>
    <w:rsid w:val="00773775"/>
    <w:rsid w:val="00775328"/>
    <w:rsid w:val="0077592C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B796E"/>
    <w:rsid w:val="007C059A"/>
    <w:rsid w:val="007C2AF6"/>
    <w:rsid w:val="007C3244"/>
    <w:rsid w:val="007C3E69"/>
    <w:rsid w:val="007C53EE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0F57"/>
    <w:rsid w:val="008637F0"/>
    <w:rsid w:val="00863A5A"/>
    <w:rsid w:val="00867DF7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D0F11"/>
    <w:rsid w:val="008D7DF6"/>
    <w:rsid w:val="008E581E"/>
    <w:rsid w:val="008F1094"/>
    <w:rsid w:val="008F2C5D"/>
    <w:rsid w:val="008F7464"/>
    <w:rsid w:val="00900861"/>
    <w:rsid w:val="00900965"/>
    <w:rsid w:val="009014DF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5F5"/>
    <w:rsid w:val="009609DB"/>
    <w:rsid w:val="00966049"/>
    <w:rsid w:val="009714C4"/>
    <w:rsid w:val="00971CD1"/>
    <w:rsid w:val="00973D74"/>
    <w:rsid w:val="00981AC9"/>
    <w:rsid w:val="00982116"/>
    <w:rsid w:val="00983599"/>
    <w:rsid w:val="0098667C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0E4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3FBA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1A2C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42B4F"/>
    <w:rsid w:val="00B51BEF"/>
    <w:rsid w:val="00B52089"/>
    <w:rsid w:val="00B52704"/>
    <w:rsid w:val="00B52F8D"/>
    <w:rsid w:val="00B54FA2"/>
    <w:rsid w:val="00B63CA6"/>
    <w:rsid w:val="00B64C70"/>
    <w:rsid w:val="00B716D4"/>
    <w:rsid w:val="00B73E18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3772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4BD9"/>
    <w:rsid w:val="00DB533C"/>
    <w:rsid w:val="00DB688B"/>
    <w:rsid w:val="00DB6C9C"/>
    <w:rsid w:val="00DB7917"/>
    <w:rsid w:val="00DC174D"/>
    <w:rsid w:val="00DC2130"/>
    <w:rsid w:val="00DC6A20"/>
    <w:rsid w:val="00DC7391"/>
    <w:rsid w:val="00DD30EA"/>
    <w:rsid w:val="00DD5E07"/>
    <w:rsid w:val="00DD6EB9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2AD5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B4C2C"/>
    <w:rsid w:val="00EC213F"/>
    <w:rsid w:val="00EC31C2"/>
    <w:rsid w:val="00EC3AA2"/>
    <w:rsid w:val="00EC69B8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5317"/>
    <w:rsid w:val="00F771AB"/>
    <w:rsid w:val="00F80811"/>
    <w:rsid w:val="00F80F77"/>
    <w:rsid w:val="00F82F11"/>
    <w:rsid w:val="00F85518"/>
    <w:rsid w:val="00F86DED"/>
    <w:rsid w:val="00F93581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C7D17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23C24A"/>
  <w15:docId w15:val="{92A1BDFF-DC5C-4F10-82B7-51C8625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CFBDF-2DD7-4258-9134-1096DB1B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5</TotalTime>
  <Pages>1</Pages>
  <Words>32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5</cp:revision>
  <cp:lastPrinted>2014-03-03T12:09:00Z</cp:lastPrinted>
  <dcterms:created xsi:type="dcterms:W3CDTF">2024-02-13T12:35:00Z</dcterms:created>
  <dcterms:modified xsi:type="dcterms:W3CDTF">2025-11-05T08:00:00Z</dcterms:modified>
</cp:coreProperties>
</file>